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E4E" w:rsidRPr="00D6492A" w:rsidRDefault="00A56E4E" w:rsidP="00A12F59">
      <w:pPr>
        <w:jc w:val="center"/>
        <w:rPr>
          <w:sz w:val="28"/>
          <w:szCs w:val="28"/>
        </w:rPr>
      </w:pPr>
      <w:r w:rsidRPr="00D6492A">
        <w:rPr>
          <w:sz w:val="28"/>
          <w:szCs w:val="28"/>
        </w:rPr>
        <w:t>АДМИНИСТРАЦИЯ ОКТЯБРЬСКОГО СЕЛЬСОВЕТА</w:t>
      </w:r>
    </w:p>
    <w:p w:rsidR="00A56E4E" w:rsidRPr="00D6492A" w:rsidRDefault="00A56E4E" w:rsidP="00A12F59">
      <w:pPr>
        <w:jc w:val="center"/>
        <w:rPr>
          <w:sz w:val="28"/>
          <w:szCs w:val="28"/>
        </w:rPr>
      </w:pPr>
      <w:r w:rsidRPr="00D6492A">
        <w:rPr>
          <w:sz w:val="28"/>
          <w:szCs w:val="28"/>
        </w:rPr>
        <w:t>КРАСНОЗЕРСКОГО РАЙОНА НОВОСИБИРСКОЙ ОБЛАСТИ</w:t>
      </w:r>
    </w:p>
    <w:p w:rsidR="00A56E4E" w:rsidRPr="00D6492A" w:rsidRDefault="00A56E4E" w:rsidP="00A12F59">
      <w:pPr>
        <w:jc w:val="center"/>
        <w:rPr>
          <w:sz w:val="28"/>
          <w:szCs w:val="28"/>
        </w:rPr>
      </w:pPr>
    </w:p>
    <w:p w:rsidR="00A56E4E" w:rsidRPr="00D6492A" w:rsidRDefault="00A56E4E" w:rsidP="00A12F59">
      <w:pPr>
        <w:jc w:val="center"/>
        <w:rPr>
          <w:sz w:val="28"/>
          <w:szCs w:val="28"/>
        </w:rPr>
      </w:pPr>
    </w:p>
    <w:p w:rsidR="00A56E4E" w:rsidRPr="00D6492A" w:rsidRDefault="00A56E4E" w:rsidP="00A12F59">
      <w:pPr>
        <w:jc w:val="center"/>
        <w:rPr>
          <w:sz w:val="28"/>
          <w:szCs w:val="28"/>
        </w:rPr>
      </w:pPr>
      <w:r w:rsidRPr="00D6492A">
        <w:rPr>
          <w:sz w:val="28"/>
          <w:szCs w:val="28"/>
        </w:rPr>
        <w:t>ПОСТАНОВЛЕНИЕ</w:t>
      </w:r>
    </w:p>
    <w:p w:rsidR="00A56E4E" w:rsidRPr="00D6492A" w:rsidRDefault="00A56E4E" w:rsidP="00A12F59">
      <w:pPr>
        <w:rPr>
          <w:sz w:val="28"/>
          <w:szCs w:val="28"/>
        </w:rPr>
      </w:pPr>
      <w:r>
        <w:rPr>
          <w:sz w:val="28"/>
          <w:szCs w:val="28"/>
        </w:rPr>
        <w:t>от 23.12</w:t>
      </w:r>
      <w:r w:rsidRPr="00D6492A">
        <w:rPr>
          <w:sz w:val="28"/>
          <w:szCs w:val="28"/>
        </w:rPr>
        <w:t xml:space="preserve">.2014 г.                    </w:t>
      </w:r>
      <w:r w:rsidRPr="00D6492A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                                              </w:t>
      </w:r>
      <w:r w:rsidRPr="00D6492A">
        <w:rPr>
          <w:sz w:val="28"/>
          <w:szCs w:val="28"/>
        </w:rPr>
        <w:t xml:space="preserve">            №</w:t>
      </w:r>
      <w:r>
        <w:rPr>
          <w:sz w:val="28"/>
          <w:szCs w:val="28"/>
        </w:rPr>
        <w:t xml:space="preserve"> 90</w:t>
      </w:r>
    </w:p>
    <w:p w:rsidR="00A56E4E" w:rsidRPr="00D6492A" w:rsidRDefault="00A56E4E" w:rsidP="00A12F59">
      <w:pPr>
        <w:jc w:val="center"/>
        <w:rPr>
          <w:sz w:val="28"/>
          <w:szCs w:val="28"/>
        </w:rPr>
      </w:pPr>
      <w:r w:rsidRPr="00D6492A">
        <w:rPr>
          <w:sz w:val="28"/>
          <w:szCs w:val="28"/>
        </w:rPr>
        <w:t>п.Октябрьский</w:t>
      </w:r>
    </w:p>
    <w:p w:rsidR="00A56E4E" w:rsidRPr="00D6492A" w:rsidRDefault="00A56E4E" w:rsidP="00D6492A">
      <w:pPr>
        <w:rPr>
          <w:sz w:val="28"/>
          <w:szCs w:val="28"/>
        </w:rPr>
      </w:pPr>
    </w:p>
    <w:p w:rsidR="00A56E4E" w:rsidRPr="00D6492A" w:rsidRDefault="00A56E4E" w:rsidP="00D6492A">
      <w:pPr>
        <w:rPr>
          <w:sz w:val="28"/>
          <w:szCs w:val="28"/>
        </w:rPr>
      </w:pPr>
    </w:p>
    <w:p w:rsidR="00A56E4E" w:rsidRPr="00D6492A" w:rsidRDefault="00A56E4E" w:rsidP="00975EC8">
      <w:pPr>
        <w:ind w:right="4626"/>
        <w:jc w:val="both"/>
        <w:rPr>
          <w:sz w:val="28"/>
          <w:szCs w:val="28"/>
        </w:rPr>
      </w:pPr>
      <w:r w:rsidRPr="00D6492A">
        <w:rPr>
          <w:sz w:val="28"/>
          <w:szCs w:val="28"/>
        </w:rPr>
        <w:t xml:space="preserve">Об обязательном экземпляре </w:t>
      </w:r>
      <w:r>
        <w:rPr>
          <w:sz w:val="28"/>
          <w:szCs w:val="28"/>
        </w:rPr>
        <w:t xml:space="preserve">документов </w:t>
      </w:r>
      <w:r w:rsidRPr="00D6492A">
        <w:rPr>
          <w:sz w:val="28"/>
          <w:szCs w:val="28"/>
        </w:rPr>
        <w:t xml:space="preserve">МО Октябрьского </w:t>
      </w:r>
      <w:r>
        <w:rPr>
          <w:sz w:val="28"/>
          <w:szCs w:val="28"/>
        </w:rPr>
        <w:t xml:space="preserve">сельсовета Краснозерского </w:t>
      </w:r>
      <w:r w:rsidRPr="00D6492A">
        <w:rPr>
          <w:sz w:val="28"/>
          <w:szCs w:val="28"/>
        </w:rPr>
        <w:t>района Новосибирской области</w:t>
      </w:r>
    </w:p>
    <w:p w:rsidR="00A56E4E" w:rsidRPr="00D6492A" w:rsidRDefault="00A56E4E" w:rsidP="00D6492A">
      <w:pPr>
        <w:rPr>
          <w:sz w:val="28"/>
          <w:szCs w:val="28"/>
        </w:rPr>
      </w:pPr>
      <w:r w:rsidRPr="00D6492A">
        <w:rPr>
          <w:sz w:val="28"/>
          <w:szCs w:val="28"/>
        </w:rPr>
        <w:t xml:space="preserve">  </w:t>
      </w:r>
    </w:p>
    <w:p w:rsidR="00A56E4E" w:rsidRPr="0071540E" w:rsidRDefault="00A56E4E" w:rsidP="00975EC8">
      <w:pPr>
        <w:ind w:firstLine="110"/>
        <w:jc w:val="both"/>
        <w:rPr>
          <w:sz w:val="28"/>
          <w:szCs w:val="28"/>
        </w:rPr>
      </w:pPr>
      <w:r w:rsidRPr="00D6492A">
        <w:rPr>
          <w:sz w:val="28"/>
          <w:szCs w:val="28"/>
        </w:rPr>
        <w:t xml:space="preserve">Руководствуясь Федеральным законом от 29.12.1994 № 77-ФЗ «Об обязательном экземпляре документов», в целях наиболее полного формирования комплекта документов МО Октябрьского сельсовета Краснозерского района Новосибирской области, Администрация </w:t>
      </w:r>
      <w:r>
        <w:rPr>
          <w:sz w:val="28"/>
          <w:szCs w:val="28"/>
        </w:rPr>
        <w:t xml:space="preserve">Октябрьского сельсовета </w:t>
      </w:r>
      <w:r w:rsidRPr="0071540E">
        <w:rPr>
          <w:sz w:val="28"/>
          <w:szCs w:val="28"/>
        </w:rPr>
        <w:t>ПОСТАНОВЛЯЕТ:</w:t>
      </w:r>
    </w:p>
    <w:p w:rsidR="00A56E4E" w:rsidRPr="0071540E" w:rsidRDefault="00A56E4E" w:rsidP="00975EC8">
      <w:pPr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1540E">
        <w:rPr>
          <w:sz w:val="28"/>
          <w:szCs w:val="28"/>
        </w:rPr>
        <w:t xml:space="preserve">1. Утвердить прилагаемое Положение об обязательном экземпляре документов </w:t>
      </w:r>
      <w:r w:rsidRPr="00D6492A">
        <w:rPr>
          <w:sz w:val="28"/>
          <w:szCs w:val="28"/>
        </w:rPr>
        <w:t>МО Октябрьского сельсовета Краснозерского района Новосибирской области</w:t>
      </w:r>
      <w:r w:rsidRPr="0071540E">
        <w:rPr>
          <w:sz w:val="28"/>
          <w:szCs w:val="28"/>
        </w:rPr>
        <w:t>.</w:t>
      </w:r>
    </w:p>
    <w:p w:rsidR="00A56E4E" w:rsidRPr="0071540E" w:rsidRDefault="00A56E4E" w:rsidP="00975EC8">
      <w:pPr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1540E">
        <w:rPr>
          <w:sz w:val="28"/>
          <w:szCs w:val="28"/>
        </w:rPr>
        <w:t xml:space="preserve">2. Наделить правом по распределению и доставке различных видов документов, входящих в обязательный экземпляр документов </w:t>
      </w:r>
      <w:r w:rsidRPr="00D6492A">
        <w:rPr>
          <w:sz w:val="28"/>
          <w:szCs w:val="28"/>
        </w:rPr>
        <w:t>МО Октябрьского сельсовета</w:t>
      </w:r>
      <w:r w:rsidRPr="00A12F59">
        <w:rPr>
          <w:sz w:val="28"/>
          <w:szCs w:val="28"/>
        </w:rPr>
        <w:t xml:space="preserve"> </w:t>
      </w:r>
      <w:r w:rsidRPr="00D6492A">
        <w:rPr>
          <w:sz w:val="28"/>
          <w:szCs w:val="28"/>
        </w:rPr>
        <w:t>Краснозерского района Новосибирской области</w:t>
      </w:r>
      <w:r>
        <w:rPr>
          <w:sz w:val="28"/>
          <w:szCs w:val="28"/>
        </w:rPr>
        <w:t xml:space="preserve"> </w:t>
      </w:r>
      <w:r w:rsidRPr="0071540E">
        <w:rPr>
          <w:sz w:val="28"/>
          <w:szCs w:val="28"/>
        </w:rPr>
        <w:t xml:space="preserve">и контролю за их распределением и доставкой муниципальное </w:t>
      </w:r>
      <w:r>
        <w:rPr>
          <w:sz w:val="28"/>
          <w:szCs w:val="28"/>
        </w:rPr>
        <w:t>бюджетное</w:t>
      </w:r>
      <w:r w:rsidRPr="0071540E">
        <w:rPr>
          <w:sz w:val="28"/>
          <w:szCs w:val="28"/>
        </w:rPr>
        <w:t xml:space="preserve"> учреждение культур</w:t>
      </w:r>
      <w:r>
        <w:rPr>
          <w:sz w:val="28"/>
          <w:szCs w:val="28"/>
        </w:rPr>
        <w:t>ы «Октябрьский культурно-досуговый центр».</w:t>
      </w:r>
    </w:p>
    <w:p w:rsidR="00A56E4E" w:rsidRPr="0071540E" w:rsidRDefault="00A56E4E" w:rsidP="00975EC8">
      <w:pPr>
        <w:ind w:firstLine="440"/>
        <w:jc w:val="both"/>
        <w:rPr>
          <w:sz w:val="28"/>
          <w:szCs w:val="28"/>
        </w:rPr>
      </w:pPr>
      <w:r w:rsidRPr="0071540E">
        <w:rPr>
          <w:sz w:val="28"/>
          <w:szCs w:val="28"/>
        </w:rPr>
        <w:t xml:space="preserve">3. Установить, что сведения о недоставке, несвоевременной и неполной доставке обязательного экземпляра документов </w:t>
      </w:r>
      <w:r w:rsidRPr="00D6492A">
        <w:rPr>
          <w:sz w:val="28"/>
          <w:szCs w:val="28"/>
        </w:rPr>
        <w:t>МО Октябрьского сельсовета</w:t>
      </w:r>
      <w:r w:rsidRPr="0071540E">
        <w:rPr>
          <w:sz w:val="28"/>
          <w:szCs w:val="28"/>
        </w:rPr>
        <w:t xml:space="preserve"> </w:t>
      </w:r>
      <w:r w:rsidRPr="00D6492A">
        <w:rPr>
          <w:sz w:val="28"/>
          <w:szCs w:val="28"/>
        </w:rPr>
        <w:t>Краснозерского района Новосибирской области</w:t>
      </w:r>
      <w:r>
        <w:rPr>
          <w:sz w:val="28"/>
          <w:szCs w:val="28"/>
        </w:rPr>
        <w:t xml:space="preserve"> предоставляются в Администрацию</w:t>
      </w:r>
      <w:r w:rsidRPr="00D6492A">
        <w:rPr>
          <w:sz w:val="28"/>
          <w:szCs w:val="28"/>
        </w:rPr>
        <w:t xml:space="preserve"> Октябрьского сельсовета</w:t>
      </w:r>
      <w:r w:rsidRPr="00A12F59">
        <w:rPr>
          <w:sz w:val="28"/>
          <w:szCs w:val="28"/>
        </w:rPr>
        <w:t xml:space="preserve"> </w:t>
      </w:r>
      <w:r w:rsidRPr="00D6492A">
        <w:rPr>
          <w:sz w:val="28"/>
          <w:szCs w:val="28"/>
        </w:rPr>
        <w:t>Краснозерского района Новосибирской области</w:t>
      </w:r>
      <w:r w:rsidRPr="0071540E">
        <w:rPr>
          <w:sz w:val="28"/>
          <w:szCs w:val="28"/>
        </w:rPr>
        <w:t>.</w:t>
      </w:r>
    </w:p>
    <w:p w:rsidR="00A56E4E" w:rsidRPr="0071540E" w:rsidRDefault="00A56E4E" w:rsidP="00975EC8">
      <w:pPr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>4. Директору МБ</w:t>
      </w:r>
      <w:r w:rsidRPr="0071540E">
        <w:rPr>
          <w:sz w:val="28"/>
          <w:szCs w:val="28"/>
        </w:rPr>
        <w:t>УК «</w:t>
      </w:r>
      <w:r>
        <w:rPr>
          <w:sz w:val="28"/>
          <w:szCs w:val="28"/>
        </w:rPr>
        <w:t>Октябрьский КД</w:t>
      </w:r>
      <w:r w:rsidRPr="0071540E">
        <w:rPr>
          <w:sz w:val="28"/>
          <w:szCs w:val="28"/>
        </w:rPr>
        <w:t xml:space="preserve">Ц» при обнаружении в содержании документов, входящих в состав обязательного экземпляра документов </w:t>
      </w:r>
      <w:r w:rsidRPr="00D6492A">
        <w:rPr>
          <w:sz w:val="28"/>
          <w:szCs w:val="28"/>
        </w:rPr>
        <w:t>МО Октябрьского сельсовета</w:t>
      </w:r>
      <w:r w:rsidRPr="0071540E">
        <w:rPr>
          <w:sz w:val="28"/>
          <w:szCs w:val="28"/>
        </w:rPr>
        <w:t xml:space="preserve"> </w:t>
      </w:r>
      <w:r w:rsidRPr="00D6492A">
        <w:rPr>
          <w:sz w:val="28"/>
          <w:szCs w:val="28"/>
        </w:rPr>
        <w:t>Краснозерского района Новосибирской области</w:t>
      </w:r>
      <w:r w:rsidRPr="0071540E">
        <w:rPr>
          <w:sz w:val="28"/>
          <w:szCs w:val="28"/>
        </w:rPr>
        <w:t xml:space="preserve">, признаков экстремистской деятельности незамедлительно направлять информацию об указанных фактах в Администрацию </w:t>
      </w:r>
      <w:r w:rsidRPr="00D6492A">
        <w:rPr>
          <w:sz w:val="28"/>
          <w:szCs w:val="28"/>
        </w:rPr>
        <w:t>МО Октябрьского сельсовета</w:t>
      </w:r>
      <w:r w:rsidRPr="0071540E">
        <w:rPr>
          <w:sz w:val="28"/>
          <w:szCs w:val="28"/>
        </w:rPr>
        <w:t xml:space="preserve"> </w:t>
      </w:r>
      <w:r w:rsidRPr="00D6492A">
        <w:rPr>
          <w:sz w:val="28"/>
          <w:szCs w:val="28"/>
        </w:rPr>
        <w:t>Краснозерского района Новосибирской области</w:t>
      </w:r>
      <w:r>
        <w:rPr>
          <w:sz w:val="28"/>
          <w:szCs w:val="28"/>
        </w:rPr>
        <w:t>, а также в МО МВД Российской Федерации</w:t>
      </w:r>
      <w:r w:rsidRPr="0071540E">
        <w:rPr>
          <w:sz w:val="28"/>
          <w:szCs w:val="28"/>
        </w:rPr>
        <w:t xml:space="preserve"> «</w:t>
      </w:r>
      <w:r>
        <w:rPr>
          <w:sz w:val="28"/>
          <w:szCs w:val="28"/>
        </w:rPr>
        <w:t>Краснозерский</w:t>
      </w:r>
      <w:r w:rsidRPr="0071540E">
        <w:rPr>
          <w:sz w:val="28"/>
          <w:szCs w:val="28"/>
        </w:rPr>
        <w:t>» и прокуратуру</w:t>
      </w:r>
      <w:r w:rsidRPr="00A12F59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Краснозерского района</w:t>
      </w:r>
      <w:r w:rsidRPr="0071540E">
        <w:rPr>
          <w:sz w:val="28"/>
          <w:szCs w:val="28"/>
        </w:rPr>
        <w:t>.</w:t>
      </w:r>
    </w:p>
    <w:p w:rsidR="00A56E4E" w:rsidRPr="0071540E" w:rsidRDefault="00A56E4E" w:rsidP="00975EC8">
      <w:pPr>
        <w:ind w:firstLine="440"/>
        <w:jc w:val="both"/>
        <w:rPr>
          <w:sz w:val="28"/>
          <w:szCs w:val="28"/>
        </w:rPr>
      </w:pPr>
      <w:r w:rsidRPr="0071540E">
        <w:rPr>
          <w:sz w:val="28"/>
          <w:szCs w:val="28"/>
        </w:rPr>
        <w:t xml:space="preserve">5. Опубликовать постановление в </w:t>
      </w:r>
      <w:r>
        <w:rPr>
          <w:sz w:val="28"/>
          <w:szCs w:val="28"/>
        </w:rPr>
        <w:t>периодическом печатном издании «Бюллетень органов местного самоуправления Октябрьского сельсовета Краснозерского района Новосибирской области»</w:t>
      </w:r>
      <w:r w:rsidRPr="0071540E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Октябрьского сельсовета</w:t>
      </w:r>
      <w:r w:rsidRPr="0071540E">
        <w:rPr>
          <w:sz w:val="28"/>
          <w:szCs w:val="28"/>
        </w:rPr>
        <w:t>.</w:t>
      </w:r>
    </w:p>
    <w:p w:rsidR="00A56E4E" w:rsidRDefault="00A56E4E" w:rsidP="00975EC8">
      <w:pPr>
        <w:ind w:firstLine="440"/>
        <w:jc w:val="both"/>
        <w:rPr>
          <w:sz w:val="16"/>
          <w:szCs w:val="16"/>
        </w:rPr>
      </w:pPr>
      <w:r w:rsidRPr="0071540E">
        <w:rPr>
          <w:sz w:val="28"/>
          <w:szCs w:val="28"/>
        </w:rPr>
        <w:t>6. Контроль за исполнением данного постановления оставляю за собой.</w:t>
      </w:r>
    </w:p>
    <w:p w:rsidR="00A56E4E" w:rsidRDefault="00A56E4E" w:rsidP="00D6492A">
      <w:pPr>
        <w:spacing w:line="240" w:lineRule="exact"/>
        <w:rPr>
          <w:sz w:val="16"/>
          <w:szCs w:val="16"/>
        </w:rPr>
      </w:pPr>
    </w:p>
    <w:p w:rsidR="00A56E4E" w:rsidRDefault="00A56E4E" w:rsidP="00D6492A">
      <w:pPr>
        <w:spacing w:line="240" w:lineRule="exact"/>
        <w:rPr>
          <w:sz w:val="16"/>
          <w:szCs w:val="16"/>
        </w:rPr>
      </w:pPr>
    </w:p>
    <w:p w:rsidR="00A56E4E" w:rsidRDefault="00A56E4E" w:rsidP="00D6492A">
      <w:pPr>
        <w:spacing w:line="240" w:lineRule="exact"/>
        <w:rPr>
          <w:sz w:val="16"/>
          <w:szCs w:val="16"/>
        </w:rPr>
      </w:pPr>
    </w:p>
    <w:p w:rsidR="00A56E4E" w:rsidRPr="00984CB6" w:rsidRDefault="00A56E4E" w:rsidP="00984CB6">
      <w:pPr>
        <w:rPr>
          <w:sz w:val="28"/>
          <w:szCs w:val="28"/>
        </w:rPr>
      </w:pPr>
      <w:r w:rsidRPr="00984CB6">
        <w:rPr>
          <w:sz w:val="28"/>
          <w:szCs w:val="28"/>
        </w:rPr>
        <w:t>Глава Октябрьского сельсовета</w:t>
      </w:r>
    </w:p>
    <w:p w:rsidR="00A56E4E" w:rsidRPr="00984CB6" w:rsidRDefault="00A56E4E" w:rsidP="00984CB6">
      <w:pPr>
        <w:rPr>
          <w:sz w:val="28"/>
          <w:szCs w:val="28"/>
        </w:rPr>
      </w:pPr>
      <w:r w:rsidRPr="00984CB6">
        <w:rPr>
          <w:sz w:val="28"/>
          <w:szCs w:val="28"/>
        </w:rPr>
        <w:t xml:space="preserve">Краснозерского района </w:t>
      </w:r>
    </w:p>
    <w:p w:rsidR="00A56E4E" w:rsidRPr="00984CB6" w:rsidRDefault="00A56E4E" w:rsidP="00984CB6">
      <w:pPr>
        <w:rPr>
          <w:sz w:val="28"/>
          <w:szCs w:val="28"/>
        </w:rPr>
      </w:pPr>
      <w:r w:rsidRPr="00984CB6">
        <w:rPr>
          <w:sz w:val="28"/>
          <w:szCs w:val="28"/>
        </w:rPr>
        <w:t>Новосибирской области                                                                      А.Б.Юданов</w:t>
      </w:r>
    </w:p>
    <w:p w:rsidR="00A56E4E" w:rsidRDefault="00A56E4E" w:rsidP="00021D10">
      <w:pPr>
        <w:spacing w:line="240" w:lineRule="exact"/>
        <w:ind w:firstLine="720"/>
        <w:jc w:val="right"/>
      </w:pPr>
    </w:p>
    <w:p w:rsidR="00A56E4E" w:rsidRDefault="00A56E4E" w:rsidP="00021D10">
      <w:pPr>
        <w:spacing w:line="240" w:lineRule="exact"/>
        <w:ind w:firstLine="720"/>
        <w:jc w:val="right"/>
      </w:pPr>
    </w:p>
    <w:p w:rsidR="00A56E4E" w:rsidRPr="00021D10" w:rsidRDefault="00A56E4E" w:rsidP="00021D10">
      <w:pPr>
        <w:spacing w:line="240" w:lineRule="exact"/>
        <w:ind w:firstLine="720"/>
        <w:jc w:val="right"/>
      </w:pPr>
      <w:r w:rsidRPr="00021D10">
        <w:t>Приложение</w:t>
      </w:r>
    </w:p>
    <w:p w:rsidR="00A56E4E" w:rsidRPr="00021D10" w:rsidRDefault="00A56E4E" w:rsidP="00021D10">
      <w:pPr>
        <w:spacing w:line="240" w:lineRule="exact"/>
        <w:ind w:firstLine="720"/>
        <w:jc w:val="right"/>
      </w:pPr>
      <w:r w:rsidRPr="00021D10">
        <w:t>к Постановлению администрации</w:t>
      </w:r>
    </w:p>
    <w:p w:rsidR="00A56E4E" w:rsidRPr="00021D10" w:rsidRDefault="00A56E4E" w:rsidP="00021D10">
      <w:pPr>
        <w:spacing w:line="240" w:lineRule="exact"/>
        <w:ind w:firstLine="720"/>
        <w:jc w:val="right"/>
      </w:pPr>
      <w:r w:rsidRPr="00021D10">
        <w:t>Октябрьского сельсовета</w:t>
      </w:r>
    </w:p>
    <w:p w:rsidR="00A56E4E" w:rsidRPr="00021D10" w:rsidRDefault="00A56E4E" w:rsidP="00021D10">
      <w:pPr>
        <w:spacing w:line="240" w:lineRule="exact"/>
        <w:ind w:firstLine="720"/>
        <w:jc w:val="right"/>
      </w:pPr>
      <w:r w:rsidRPr="00021D10">
        <w:t>Краснозерского района</w:t>
      </w:r>
    </w:p>
    <w:p w:rsidR="00A56E4E" w:rsidRPr="00021D10" w:rsidRDefault="00A56E4E" w:rsidP="00021D10">
      <w:pPr>
        <w:spacing w:line="240" w:lineRule="exact"/>
        <w:ind w:firstLine="720"/>
        <w:jc w:val="right"/>
      </w:pPr>
      <w:r w:rsidRPr="00021D10">
        <w:t>Новосибирской области</w:t>
      </w:r>
    </w:p>
    <w:p w:rsidR="00A56E4E" w:rsidRPr="00021D10" w:rsidRDefault="00A56E4E" w:rsidP="00021D10">
      <w:pPr>
        <w:jc w:val="right"/>
      </w:pPr>
      <w:r w:rsidRPr="00021D10">
        <w:t xml:space="preserve">от </w:t>
      </w:r>
      <w:r>
        <w:t>23</w:t>
      </w:r>
      <w:r w:rsidRPr="00021D10">
        <w:t>.12.2014</w:t>
      </w:r>
      <w:r>
        <w:t xml:space="preserve">  № 9</w:t>
      </w:r>
      <w:r w:rsidRPr="00021D10">
        <w:t>0</w:t>
      </w:r>
    </w:p>
    <w:p w:rsidR="00A56E4E" w:rsidRPr="00D17E98" w:rsidRDefault="00A56E4E" w:rsidP="00801B22">
      <w:pPr>
        <w:ind w:firstLine="720"/>
        <w:jc w:val="both"/>
        <w:rPr>
          <w:sz w:val="28"/>
          <w:szCs w:val="28"/>
        </w:rPr>
      </w:pPr>
    </w:p>
    <w:p w:rsidR="00A56E4E" w:rsidRPr="00975EC8" w:rsidRDefault="00A56E4E" w:rsidP="00801B22">
      <w:pPr>
        <w:ind w:firstLine="720"/>
        <w:jc w:val="center"/>
        <w:rPr>
          <w:b/>
          <w:sz w:val="27"/>
          <w:szCs w:val="27"/>
        </w:rPr>
      </w:pPr>
      <w:r w:rsidRPr="00975EC8">
        <w:rPr>
          <w:b/>
          <w:sz w:val="27"/>
          <w:szCs w:val="27"/>
        </w:rPr>
        <w:t>ПОЛОЖЕНИЕ</w:t>
      </w:r>
    </w:p>
    <w:p w:rsidR="00A56E4E" w:rsidRPr="00361295" w:rsidRDefault="00A56E4E" w:rsidP="00801B22">
      <w:pPr>
        <w:ind w:firstLine="72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О</w:t>
      </w:r>
      <w:r>
        <w:rPr>
          <w:b/>
          <w:sz w:val="27"/>
          <w:szCs w:val="27"/>
        </w:rPr>
        <w:t>б обязательном экземпляре документов муниципального образования Октябрьского сельсовета</w:t>
      </w:r>
      <w:r w:rsidRPr="00361295">
        <w:rPr>
          <w:b/>
          <w:sz w:val="27"/>
          <w:szCs w:val="27"/>
        </w:rPr>
        <w:t xml:space="preserve"> К</w:t>
      </w:r>
      <w:r>
        <w:rPr>
          <w:b/>
          <w:sz w:val="27"/>
          <w:szCs w:val="27"/>
        </w:rPr>
        <w:t xml:space="preserve">раснозерского района </w:t>
      </w:r>
      <w:r w:rsidRPr="00361295">
        <w:rPr>
          <w:b/>
          <w:sz w:val="27"/>
          <w:szCs w:val="27"/>
        </w:rPr>
        <w:t>Н</w:t>
      </w:r>
      <w:r>
        <w:rPr>
          <w:b/>
          <w:sz w:val="27"/>
          <w:szCs w:val="27"/>
        </w:rPr>
        <w:t>овосибирской области</w:t>
      </w:r>
    </w:p>
    <w:p w:rsidR="00A56E4E" w:rsidRPr="00361295" w:rsidRDefault="00A56E4E" w:rsidP="00984CB6">
      <w:pPr>
        <w:spacing w:before="60" w:after="60"/>
        <w:ind w:firstLine="72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1. О</w:t>
      </w:r>
      <w:r>
        <w:rPr>
          <w:b/>
          <w:sz w:val="27"/>
          <w:szCs w:val="27"/>
        </w:rPr>
        <w:t>бщие положения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1.1. Настоящее Положение об обязательном экземпляре документов МО Октябрьского сельсовета Краснозерского района Новосибирской области (далее - Положение) определяет виды документов, входящих в состав обязательного экземпляра документов МО Октябрьского сельсовета Краснозерского района Новосибирской области (далее - обязательный экземпляр) и устанавливает обязанности получателя обязательного экземпляра по распределению и доставке различных видов документов, входящих в обязательный экземпляр, и контролю за их распределением.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1.2. Получателем обязательного экземпляра является МБУК «Октябрьский КДЦ» (далее - получатель).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1.3. Производитель документов - юридическое лицо независимо от его организационно-правовой формы и формы собственности или физическое лицо, осуществляющее предпринимательскую деятельность без образования юридического лица, осуществляющие подготовку, публикацию (выпуск) и рассылку (передачу, доставку) обязательного экземпляра (издатель, редакция средства массовой информации, производитель фонограммы, производитель аудиовизуальной продукции, организация по производству телерадиопродукции и телерадиовещательная организация, организации, осуществляющие научно-исследовательские, опытно-конструкторские и технологические работы, и иные лица, осуществляющие подготовку, публикацию (выпуск) и рассылку (передачу, доставку) обязательного экземпляра).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1.4. Обязательный экземпляр МО Октябрьского сельсовета Краснозерского района Новосибирской области - это экземпляры изготовленных на территории МО Октябрьского сельсовета Краснозерского района Новосибирской области или за пределами его территории по заказу организаций, учреждений, находящихся в ведении МО Октябрьского сельсовета Краснозерского района Новосибирской области, различных видов документов, подлежащих безвозмездной передаче производителями документов в адрес получателя в порядке и количестве, установленных Федеральным законом от 29.12.1994 № 77-ФЗ «Об обязательном экземпляре документов».</w:t>
      </w:r>
    </w:p>
    <w:p w:rsidR="00A56E4E" w:rsidRPr="00361295" w:rsidRDefault="00A56E4E" w:rsidP="00984CB6">
      <w:pPr>
        <w:spacing w:before="60" w:after="6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2. Цели формирования системы обяз</w:t>
      </w:r>
      <w:r>
        <w:rPr>
          <w:b/>
          <w:sz w:val="27"/>
          <w:szCs w:val="27"/>
        </w:rPr>
        <w:t xml:space="preserve">ательного экземпляра документов </w:t>
      </w:r>
      <w:r w:rsidRPr="00361295">
        <w:rPr>
          <w:b/>
          <w:sz w:val="27"/>
          <w:szCs w:val="27"/>
        </w:rPr>
        <w:t>О</w:t>
      </w:r>
      <w:r>
        <w:rPr>
          <w:b/>
          <w:sz w:val="27"/>
          <w:szCs w:val="27"/>
        </w:rPr>
        <w:t xml:space="preserve">ктябрьского сельсовета </w:t>
      </w:r>
      <w:r w:rsidRPr="00361295">
        <w:rPr>
          <w:b/>
          <w:sz w:val="27"/>
          <w:szCs w:val="27"/>
        </w:rPr>
        <w:t>К</w:t>
      </w:r>
      <w:r>
        <w:rPr>
          <w:b/>
          <w:sz w:val="27"/>
          <w:szCs w:val="27"/>
        </w:rPr>
        <w:t xml:space="preserve">раснозерского района </w:t>
      </w:r>
      <w:r w:rsidRPr="00361295">
        <w:rPr>
          <w:b/>
          <w:sz w:val="27"/>
          <w:szCs w:val="27"/>
        </w:rPr>
        <w:t>Н</w:t>
      </w:r>
      <w:r>
        <w:rPr>
          <w:b/>
          <w:sz w:val="27"/>
          <w:szCs w:val="27"/>
        </w:rPr>
        <w:t>овосибирской области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2.1. Комплектование библиотечно-информационного фонда документов как части сельского (муниципального) культурного наследия.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2.2. Организация его постоянного хранения.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2.3. Использование его в информационно-библиографическом и библиотечном обслуживании потребителей.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2.4. Формирование комплекта документов МО Октябрьского сельсовета Краснозерского района Новосибирской области и краеведческих фондов.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2.5. Подготовка и выпуск сельских информационных списков, каталогов.</w:t>
      </w:r>
    </w:p>
    <w:p w:rsidR="00A56E4E" w:rsidRPr="00361295" w:rsidRDefault="00A56E4E" w:rsidP="00984CB6">
      <w:pPr>
        <w:spacing w:before="60" w:after="60"/>
        <w:ind w:firstLine="72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3. С</w:t>
      </w:r>
      <w:r>
        <w:rPr>
          <w:b/>
          <w:sz w:val="27"/>
          <w:szCs w:val="27"/>
        </w:rPr>
        <w:t>остав обязательного экземпляра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3.1. В состав обязательного экземпляра входят следующие виды документов: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1) печатные издания (текстовые, нотные, картографические, изоиздания) - издания, прошедшие редакционно-издательскую обработку, полиграфически самостоятельно оформленные, имеющие выходные сведения;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2) издания для слепых и слабовидящих - издания, изготовляемые рельефно-точечным шрифтом по системе Брайля, рельефно-графические издания, «говорящие книги», крупношрифтовые издания для слабовидящих, электронные издания для слепых (адаптированные издания для чтения людьми с нарушенным зрением при помощи брайлевского дисплея и синтезатора речи);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3) официальные документы - документы, принятые органами местного самоуправления Октябрьского сельсовета Краснозерского района Новосибирской области, носящие обязательный, рекомендательный или информационный характер;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4) аудиовизуальная продукция - киновидеофонофотопродукция и ее комбинации, созданные и воспроизведенные на любых видах носителей;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5) электронные издания - документы, в которых информация представлена в электронно-цифровой форме и которые прошли редакционно-издательскую обработку, имеют выходные сведения, тиражируются и распространяются на машиночитаемых носителях;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6) неопубликованные документы - документы, содержащие результаты научно-исследовательской, опытно-конструкторской и технологической работы (диссертации, отчеты о научно-исследовательских, об опытно-конструкторских и о технологических работах, депонированные научные работы, алгоритмы и программы);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7) патентные документы - описания к патентам и заявкам на объекты промышленной собственности;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8) программы для электронных вычислительных машин и базы данных на материальном носителе;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9) стандарты;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10) комбинированные документы - совокупность документов, выполненных на различных носителях (печатных, аудиовизуальных, электронных).</w:t>
      </w:r>
    </w:p>
    <w:p w:rsidR="00A56E4E" w:rsidRPr="00361295" w:rsidRDefault="00A56E4E" w:rsidP="00984CB6">
      <w:pPr>
        <w:spacing w:before="60" w:after="60"/>
        <w:ind w:firstLine="72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4. Д</w:t>
      </w:r>
      <w:r>
        <w:rPr>
          <w:b/>
          <w:sz w:val="27"/>
          <w:szCs w:val="27"/>
        </w:rPr>
        <w:t>оставка обязательного экземпляра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4.1. Производители документов доставляют через полиграфические организации по два обязательных экземпляра МО Октябрьского сельсовета Краснозерского района Новосибирской области всех видов печатных изданий в МБУК  «Октябрьский КДЦ» безвозмездно.</w:t>
      </w:r>
    </w:p>
    <w:p w:rsidR="00A56E4E" w:rsidRPr="00361295" w:rsidRDefault="00A56E4E" w:rsidP="00536C49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4.2. Руководители организаций, учреждений, находящихся в ведении МО Октябрьского сельсовета Краснозерского района Новосибирской области, по заказу которых изготовлен обязательный экземпляр, контролируют безвозмездную его передачу получателю.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4.3. Производители официальных документов – администрация Октябрьского сельсовета Краснозерского района Новосибирской области, Совет депутатов Октябрьского сельсовета Краснозерского района Новосибирской области - доставляют получателю по одному обязательному экземпляру официальных документов, которые включаются в списки рассылки документов несекретного характера, в семидневный срок после их регистрации.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4.4. Обязательные экземпляры официальных документов доставляются независимо от их публикации в печатных средствах массовой информации МО Октябрьского сельсовета Краснозерского района Новосибирской области.</w:t>
      </w:r>
    </w:p>
    <w:p w:rsidR="00A56E4E" w:rsidRPr="00361295" w:rsidRDefault="00A56E4E" w:rsidP="00984CB6">
      <w:pPr>
        <w:spacing w:before="60" w:after="6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5. Обязанности производителей документов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5.1. Обязанности производителей документов:</w:t>
      </w:r>
    </w:p>
    <w:p w:rsidR="00A56E4E" w:rsidRPr="00361295" w:rsidRDefault="00A56E4E" w:rsidP="00483574">
      <w:pPr>
        <w:jc w:val="both"/>
        <w:rPr>
          <w:sz w:val="27"/>
          <w:szCs w:val="27"/>
        </w:rPr>
      </w:pPr>
      <w:r w:rsidRPr="00361295">
        <w:rPr>
          <w:sz w:val="27"/>
          <w:szCs w:val="27"/>
        </w:rPr>
        <w:t>- производители документов обязаны передавать получателю по два обязательных муниципальных экземпляра документов безвозмездно;</w:t>
      </w:r>
    </w:p>
    <w:p w:rsidR="00A56E4E" w:rsidRPr="00361295" w:rsidRDefault="00A56E4E" w:rsidP="00483574">
      <w:pPr>
        <w:jc w:val="both"/>
        <w:rPr>
          <w:sz w:val="27"/>
          <w:szCs w:val="27"/>
        </w:rPr>
      </w:pPr>
      <w:r w:rsidRPr="00361295">
        <w:rPr>
          <w:sz w:val="27"/>
          <w:szCs w:val="27"/>
        </w:rPr>
        <w:t>- производители документов относят затраты на подготовку, публикацию (выпуск) и рассылку (передачу, доставку) обязательных экземпляров на себестоимость документов, входящих в состав обязательного экземпляра;</w:t>
      </w:r>
    </w:p>
    <w:p w:rsidR="00A56E4E" w:rsidRPr="00361295" w:rsidRDefault="00A56E4E" w:rsidP="00483574">
      <w:pPr>
        <w:jc w:val="both"/>
        <w:rPr>
          <w:sz w:val="27"/>
          <w:szCs w:val="27"/>
        </w:rPr>
      </w:pPr>
      <w:r w:rsidRPr="00361295">
        <w:rPr>
          <w:sz w:val="27"/>
          <w:szCs w:val="27"/>
        </w:rPr>
        <w:t>- дефектные обязательные экземпляры по запросам получателей документов заменяются производителями документов в месячный срок;</w:t>
      </w:r>
    </w:p>
    <w:p w:rsidR="00A56E4E" w:rsidRPr="00361295" w:rsidRDefault="00A56E4E" w:rsidP="00984CB6">
      <w:pPr>
        <w:spacing w:before="60" w:after="6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6. Права производителей документов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6.1. Полная и оперативная доставка обязательного муниципального экземпляра документов гарантирует производителям документов следующие права:</w:t>
      </w:r>
    </w:p>
    <w:p w:rsidR="00A56E4E" w:rsidRPr="00361295" w:rsidRDefault="00A56E4E" w:rsidP="00483574">
      <w:pPr>
        <w:jc w:val="both"/>
        <w:rPr>
          <w:sz w:val="27"/>
          <w:szCs w:val="27"/>
        </w:rPr>
      </w:pPr>
      <w:r w:rsidRPr="00361295">
        <w:rPr>
          <w:sz w:val="27"/>
          <w:szCs w:val="27"/>
        </w:rPr>
        <w:t>- соблюдение получателями обязательного экземпляра прав производителей в соответствии с законодательством Российской Федерации об интеллектуальной собственности;</w:t>
      </w:r>
    </w:p>
    <w:p w:rsidR="00A56E4E" w:rsidRPr="00361295" w:rsidRDefault="00A56E4E" w:rsidP="00483574">
      <w:pPr>
        <w:jc w:val="both"/>
        <w:rPr>
          <w:sz w:val="27"/>
          <w:szCs w:val="27"/>
        </w:rPr>
      </w:pPr>
      <w:r w:rsidRPr="00361295">
        <w:rPr>
          <w:sz w:val="27"/>
          <w:szCs w:val="27"/>
        </w:rPr>
        <w:t>- письменное подтверждение доставки обязательного экземпляра.</w:t>
      </w:r>
    </w:p>
    <w:p w:rsidR="00A56E4E" w:rsidRPr="00361295" w:rsidRDefault="00A56E4E" w:rsidP="00984CB6">
      <w:pPr>
        <w:spacing w:before="60" w:after="6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7. Обязанности получателя обязательного муниципального экземпляра документов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7.1. Ответственность за учет, хранение и использование муниципального обязательного экземпляра документов возлагается на  МБУК «Октябрьский КДЦ»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7.2.   МБУК «Октябрьский КДЦ» осуществляет:</w:t>
      </w:r>
    </w:p>
    <w:p w:rsidR="00A56E4E" w:rsidRPr="00361295" w:rsidRDefault="00A56E4E" w:rsidP="00483574">
      <w:pPr>
        <w:jc w:val="both"/>
        <w:rPr>
          <w:sz w:val="27"/>
          <w:szCs w:val="27"/>
        </w:rPr>
      </w:pPr>
      <w:r w:rsidRPr="00361295">
        <w:rPr>
          <w:sz w:val="27"/>
          <w:szCs w:val="27"/>
        </w:rPr>
        <w:t>- регистрацию поступающих документов;</w:t>
      </w:r>
    </w:p>
    <w:p w:rsidR="00A56E4E" w:rsidRPr="00361295" w:rsidRDefault="00A56E4E" w:rsidP="00483574">
      <w:pPr>
        <w:jc w:val="both"/>
        <w:rPr>
          <w:sz w:val="27"/>
          <w:szCs w:val="27"/>
        </w:rPr>
      </w:pPr>
      <w:r w:rsidRPr="00361295">
        <w:rPr>
          <w:sz w:val="27"/>
          <w:szCs w:val="27"/>
        </w:rPr>
        <w:t>- комплектование фондов библиотеки МБУК   «Октябрьский КДЦ» ;</w:t>
      </w:r>
    </w:p>
    <w:p w:rsidR="00A56E4E" w:rsidRPr="00361295" w:rsidRDefault="00A56E4E" w:rsidP="00483574">
      <w:pPr>
        <w:jc w:val="both"/>
        <w:rPr>
          <w:sz w:val="27"/>
          <w:szCs w:val="27"/>
        </w:rPr>
      </w:pPr>
      <w:r w:rsidRPr="00361295">
        <w:rPr>
          <w:sz w:val="27"/>
          <w:szCs w:val="27"/>
        </w:rPr>
        <w:t>- обеспечение сохранности и использования муниципального обязательного экземпляра документов.</w:t>
      </w:r>
    </w:p>
    <w:p w:rsidR="00A56E4E" w:rsidRPr="00361295" w:rsidRDefault="00A56E4E" w:rsidP="00984CB6">
      <w:pPr>
        <w:spacing w:before="60" w:after="6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8. Копирование обязательного муниципального экземпляра документов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Копирование и репродуцирование обязательного экземпляра в целях библиотечно-информационного обслуживания граждан и организаций Российской Федерации осуществляются в соответствии с частью 4 Гражданского кодекса Российской Федерации.</w:t>
      </w:r>
    </w:p>
    <w:p w:rsidR="00A56E4E" w:rsidRPr="00361295" w:rsidRDefault="00A56E4E" w:rsidP="00984CB6">
      <w:pPr>
        <w:spacing w:before="60" w:after="6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9. Контроль за доставкой обязательного муниципального экземпляра документов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Контроль за доставкой обязательного экземпляра получателю документов возлагается на организации, осуществляющие регистрацию и учет соответствующих видов обязательного экземпляра. Сведения о недоставке, несвоевременной и неполной доставке обязательного экземпляра документов МО Октябрьского сельсовета Краснозерского района Новосибирской области представляется соответственно в администрацию Октябрьского сельсовета Краснозерского района Новосибирской области.</w:t>
      </w:r>
    </w:p>
    <w:p w:rsidR="00A56E4E" w:rsidRPr="00361295" w:rsidRDefault="00A56E4E" w:rsidP="00984CB6">
      <w:pPr>
        <w:spacing w:before="60" w:after="60"/>
        <w:jc w:val="center"/>
        <w:rPr>
          <w:b/>
          <w:sz w:val="27"/>
          <w:szCs w:val="27"/>
        </w:rPr>
      </w:pPr>
      <w:r w:rsidRPr="00361295">
        <w:rPr>
          <w:b/>
          <w:sz w:val="27"/>
          <w:szCs w:val="27"/>
        </w:rPr>
        <w:t>10. Ответственность за нарушение порядка доставки обязательного экземпляра документов</w:t>
      </w:r>
    </w:p>
    <w:p w:rsidR="00A56E4E" w:rsidRPr="00361295" w:rsidRDefault="00A56E4E" w:rsidP="00483574">
      <w:pPr>
        <w:ind w:firstLine="220"/>
        <w:jc w:val="both"/>
        <w:rPr>
          <w:sz w:val="27"/>
          <w:szCs w:val="27"/>
        </w:rPr>
      </w:pPr>
      <w:r w:rsidRPr="00361295">
        <w:rPr>
          <w:sz w:val="27"/>
          <w:szCs w:val="27"/>
        </w:rPr>
        <w:t>За недоставку, несвоевременную и неполную доставку обязательного экземпляра производители документов несут ответственность в соответствии с законодательством Российской Федерации об административных правонарушениях.</w:t>
      </w:r>
    </w:p>
    <w:p w:rsidR="00A56E4E" w:rsidRPr="0071540E" w:rsidRDefault="00A56E4E" w:rsidP="0071540E">
      <w:pPr>
        <w:spacing w:line="240" w:lineRule="exact"/>
        <w:ind w:left="-142"/>
        <w:rPr>
          <w:sz w:val="28"/>
          <w:szCs w:val="28"/>
        </w:rPr>
      </w:pPr>
    </w:p>
    <w:p w:rsidR="00A56E4E" w:rsidRDefault="00A56E4E"/>
    <w:sectPr w:rsidR="00A56E4E" w:rsidSect="00536C49">
      <w:pgSz w:w="11906" w:h="16838"/>
      <w:pgMar w:top="899" w:right="680" w:bottom="539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7F648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C0C4D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F4464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3505C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AB87B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4425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9120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F8D4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12F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8456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40E"/>
    <w:rsid w:val="000010EE"/>
    <w:rsid w:val="0000392D"/>
    <w:rsid w:val="000039DB"/>
    <w:rsid w:val="00003E8F"/>
    <w:rsid w:val="000061EC"/>
    <w:rsid w:val="00021B09"/>
    <w:rsid w:val="00021D10"/>
    <w:rsid w:val="000270A1"/>
    <w:rsid w:val="00033614"/>
    <w:rsid w:val="00041E2D"/>
    <w:rsid w:val="000569E6"/>
    <w:rsid w:val="000611E5"/>
    <w:rsid w:val="00064A90"/>
    <w:rsid w:val="000673C0"/>
    <w:rsid w:val="00070670"/>
    <w:rsid w:val="00074DEC"/>
    <w:rsid w:val="000756F9"/>
    <w:rsid w:val="00076C4B"/>
    <w:rsid w:val="00086F54"/>
    <w:rsid w:val="00090796"/>
    <w:rsid w:val="00093ED6"/>
    <w:rsid w:val="0009439E"/>
    <w:rsid w:val="000A31AA"/>
    <w:rsid w:val="000A5E41"/>
    <w:rsid w:val="000B3704"/>
    <w:rsid w:val="000C0C5E"/>
    <w:rsid w:val="000C3B27"/>
    <w:rsid w:val="000C5133"/>
    <w:rsid w:val="000C5812"/>
    <w:rsid w:val="000D165D"/>
    <w:rsid w:val="000D461C"/>
    <w:rsid w:val="000F2FCF"/>
    <w:rsid w:val="000F312A"/>
    <w:rsid w:val="00107D92"/>
    <w:rsid w:val="00110033"/>
    <w:rsid w:val="001113C0"/>
    <w:rsid w:val="00112CB6"/>
    <w:rsid w:val="00114D21"/>
    <w:rsid w:val="00124916"/>
    <w:rsid w:val="0014095A"/>
    <w:rsid w:val="00141550"/>
    <w:rsid w:val="0014346E"/>
    <w:rsid w:val="00156B48"/>
    <w:rsid w:val="0016197C"/>
    <w:rsid w:val="001739B1"/>
    <w:rsid w:val="0017681E"/>
    <w:rsid w:val="001776AE"/>
    <w:rsid w:val="0018089C"/>
    <w:rsid w:val="00181B47"/>
    <w:rsid w:val="00182620"/>
    <w:rsid w:val="00185723"/>
    <w:rsid w:val="00186372"/>
    <w:rsid w:val="001A1547"/>
    <w:rsid w:val="001A35F8"/>
    <w:rsid w:val="001A6917"/>
    <w:rsid w:val="001B3351"/>
    <w:rsid w:val="001C08EC"/>
    <w:rsid w:val="001C2400"/>
    <w:rsid w:val="001C2449"/>
    <w:rsid w:val="001C7C8E"/>
    <w:rsid w:val="001D59F0"/>
    <w:rsid w:val="001D5C37"/>
    <w:rsid w:val="001D79ED"/>
    <w:rsid w:val="001E682A"/>
    <w:rsid w:val="001F1327"/>
    <w:rsid w:val="001F4E9A"/>
    <w:rsid w:val="001F7097"/>
    <w:rsid w:val="002066C9"/>
    <w:rsid w:val="0021393C"/>
    <w:rsid w:val="00220C0B"/>
    <w:rsid w:val="00231A20"/>
    <w:rsid w:val="00233AA0"/>
    <w:rsid w:val="00244355"/>
    <w:rsid w:val="00244E14"/>
    <w:rsid w:val="00260AB4"/>
    <w:rsid w:val="002625A3"/>
    <w:rsid w:val="00264206"/>
    <w:rsid w:val="00264E4B"/>
    <w:rsid w:val="00265E17"/>
    <w:rsid w:val="00276800"/>
    <w:rsid w:val="00280453"/>
    <w:rsid w:val="00282877"/>
    <w:rsid w:val="0029093A"/>
    <w:rsid w:val="00290B29"/>
    <w:rsid w:val="00292D76"/>
    <w:rsid w:val="00293F42"/>
    <w:rsid w:val="002A2CDF"/>
    <w:rsid w:val="002A3798"/>
    <w:rsid w:val="002A41A9"/>
    <w:rsid w:val="002B2E30"/>
    <w:rsid w:val="002B5A73"/>
    <w:rsid w:val="002B710A"/>
    <w:rsid w:val="002C1729"/>
    <w:rsid w:val="002D5F57"/>
    <w:rsid w:val="002E4AAC"/>
    <w:rsid w:val="002E6F3B"/>
    <w:rsid w:val="002E7152"/>
    <w:rsid w:val="002F0C67"/>
    <w:rsid w:val="002F14D5"/>
    <w:rsid w:val="002F2AC5"/>
    <w:rsid w:val="002F2E5F"/>
    <w:rsid w:val="002F623A"/>
    <w:rsid w:val="002F6329"/>
    <w:rsid w:val="002F7588"/>
    <w:rsid w:val="00300CEF"/>
    <w:rsid w:val="00302F1D"/>
    <w:rsid w:val="00305094"/>
    <w:rsid w:val="00312CC2"/>
    <w:rsid w:val="003154D1"/>
    <w:rsid w:val="0031663A"/>
    <w:rsid w:val="00320727"/>
    <w:rsid w:val="00320D57"/>
    <w:rsid w:val="00333ABE"/>
    <w:rsid w:val="0033493C"/>
    <w:rsid w:val="003527C5"/>
    <w:rsid w:val="003571AE"/>
    <w:rsid w:val="00361295"/>
    <w:rsid w:val="00365191"/>
    <w:rsid w:val="003735A5"/>
    <w:rsid w:val="00374638"/>
    <w:rsid w:val="0038012C"/>
    <w:rsid w:val="00383A1E"/>
    <w:rsid w:val="00394D80"/>
    <w:rsid w:val="0039632F"/>
    <w:rsid w:val="003A00C9"/>
    <w:rsid w:val="003A1B6C"/>
    <w:rsid w:val="003A30FA"/>
    <w:rsid w:val="003A73C1"/>
    <w:rsid w:val="003B1C99"/>
    <w:rsid w:val="003B1F04"/>
    <w:rsid w:val="003C71EB"/>
    <w:rsid w:val="003D2D54"/>
    <w:rsid w:val="003E59C8"/>
    <w:rsid w:val="003F07B8"/>
    <w:rsid w:val="003F3226"/>
    <w:rsid w:val="003F6516"/>
    <w:rsid w:val="00405A7D"/>
    <w:rsid w:val="0040710A"/>
    <w:rsid w:val="0040727E"/>
    <w:rsid w:val="004120E0"/>
    <w:rsid w:val="004168B0"/>
    <w:rsid w:val="0041755A"/>
    <w:rsid w:val="00421AE1"/>
    <w:rsid w:val="0042282B"/>
    <w:rsid w:val="0042635B"/>
    <w:rsid w:val="00437783"/>
    <w:rsid w:val="00464EE3"/>
    <w:rsid w:val="00467642"/>
    <w:rsid w:val="004721FA"/>
    <w:rsid w:val="00481B29"/>
    <w:rsid w:val="00483574"/>
    <w:rsid w:val="00487DDA"/>
    <w:rsid w:val="0049208A"/>
    <w:rsid w:val="004A0A17"/>
    <w:rsid w:val="004A2077"/>
    <w:rsid w:val="004A4E6C"/>
    <w:rsid w:val="004A6468"/>
    <w:rsid w:val="004B001C"/>
    <w:rsid w:val="004B255A"/>
    <w:rsid w:val="004B2CFD"/>
    <w:rsid w:val="004B64D6"/>
    <w:rsid w:val="004B79AF"/>
    <w:rsid w:val="004C5942"/>
    <w:rsid w:val="004F260D"/>
    <w:rsid w:val="004F5715"/>
    <w:rsid w:val="00504B31"/>
    <w:rsid w:val="00521C77"/>
    <w:rsid w:val="00522B97"/>
    <w:rsid w:val="005258A9"/>
    <w:rsid w:val="00531C4C"/>
    <w:rsid w:val="00536C49"/>
    <w:rsid w:val="00540358"/>
    <w:rsid w:val="00541D7B"/>
    <w:rsid w:val="00547E87"/>
    <w:rsid w:val="00553AF4"/>
    <w:rsid w:val="0056176C"/>
    <w:rsid w:val="00562B50"/>
    <w:rsid w:val="00566E5E"/>
    <w:rsid w:val="00571E56"/>
    <w:rsid w:val="00573627"/>
    <w:rsid w:val="0057475E"/>
    <w:rsid w:val="00576E8F"/>
    <w:rsid w:val="00577C25"/>
    <w:rsid w:val="00577D58"/>
    <w:rsid w:val="00580817"/>
    <w:rsid w:val="00582C83"/>
    <w:rsid w:val="00590E2B"/>
    <w:rsid w:val="00593615"/>
    <w:rsid w:val="0059550C"/>
    <w:rsid w:val="00595F6C"/>
    <w:rsid w:val="005A660C"/>
    <w:rsid w:val="005B010E"/>
    <w:rsid w:val="005C3C12"/>
    <w:rsid w:val="005D4620"/>
    <w:rsid w:val="005D510B"/>
    <w:rsid w:val="005D65EC"/>
    <w:rsid w:val="005D730E"/>
    <w:rsid w:val="005E0D07"/>
    <w:rsid w:val="005F1163"/>
    <w:rsid w:val="005F27E0"/>
    <w:rsid w:val="005F2F7F"/>
    <w:rsid w:val="005F63AB"/>
    <w:rsid w:val="005F7B75"/>
    <w:rsid w:val="00612D0B"/>
    <w:rsid w:val="00615C8F"/>
    <w:rsid w:val="00625194"/>
    <w:rsid w:val="00627DFA"/>
    <w:rsid w:val="006300CB"/>
    <w:rsid w:val="006344B1"/>
    <w:rsid w:val="0063469B"/>
    <w:rsid w:val="00637550"/>
    <w:rsid w:val="00637CE7"/>
    <w:rsid w:val="00640433"/>
    <w:rsid w:val="006611A8"/>
    <w:rsid w:val="006633D9"/>
    <w:rsid w:val="00664985"/>
    <w:rsid w:val="00666322"/>
    <w:rsid w:val="00667523"/>
    <w:rsid w:val="00674AB7"/>
    <w:rsid w:val="006752A3"/>
    <w:rsid w:val="0067709E"/>
    <w:rsid w:val="006875E9"/>
    <w:rsid w:val="006938CC"/>
    <w:rsid w:val="006A185F"/>
    <w:rsid w:val="006A364B"/>
    <w:rsid w:val="006A55C3"/>
    <w:rsid w:val="006B076F"/>
    <w:rsid w:val="006C08A3"/>
    <w:rsid w:val="006C0E1F"/>
    <w:rsid w:val="006C3B8C"/>
    <w:rsid w:val="006C4317"/>
    <w:rsid w:val="006C4487"/>
    <w:rsid w:val="006C5F27"/>
    <w:rsid w:val="006C5FFD"/>
    <w:rsid w:val="006C7458"/>
    <w:rsid w:val="006D0F8F"/>
    <w:rsid w:val="006E36DB"/>
    <w:rsid w:val="006E64C2"/>
    <w:rsid w:val="00700E13"/>
    <w:rsid w:val="0071479F"/>
    <w:rsid w:val="0071540E"/>
    <w:rsid w:val="00720475"/>
    <w:rsid w:val="00723F49"/>
    <w:rsid w:val="0072505E"/>
    <w:rsid w:val="00725490"/>
    <w:rsid w:val="00735330"/>
    <w:rsid w:val="007360E4"/>
    <w:rsid w:val="00736705"/>
    <w:rsid w:val="0074012D"/>
    <w:rsid w:val="00742326"/>
    <w:rsid w:val="00752922"/>
    <w:rsid w:val="0075776E"/>
    <w:rsid w:val="00760494"/>
    <w:rsid w:val="00764DF0"/>
    <w:rsid w:val="007748AA"/>
    <w:rsid w:val="00783DD1"/>
    <w:rsid w:val="007842B0"/>
    <w:rsid w:val="00790B5E"/>
    <w:rsid w:val="007917F7"/>
    <w:rsid w:val="0079721C"/>
    <w:rsid w:val="007A2A15"/>
    <w:rsid w:val="007A66EF"/>
    <w:rsid w:val="007B42AB"/>
    <w:rsid w:val="007B5514"/>
    <w:rsid w:val="007C47B1"/>
    <w:rsid w:val="007D1B75"/>
    <w:rsid w:val="007D5169"/>
    <w:rsid w:val="007E0770"/>
    <w:rsid w:val="007E1BD6"/>
    <w:rsid w:val="007E1CA1"/>
    <w:rsid w:val="007F00EA"/>
    <w:rsid w:val="007F2A38"/>
    <w:rsid w:val="0080077A"/>
    <w:rsid w:val="00801B22"/>
    <w:rsid w:val="008024DA"/>
    <w:rsid w:val="008134E2"/>
    <w:rsid w:val="00816E50"/>
    <w:rsid w:val="0083511E"/>
    <w:rsid w:val="00844B12"/>
    <w:rsid w:val="00845F2B"/>
    <w:rsid w:val="00846360"/>
    <w:rsid w:val="00851D9E"/>
    <w:rsid w:val="008644DE"/>
    <w:rsid w:val="00875E74"/>
    <w:rsid w:val="008772B0"/>
    <w:rsid w:val="008801EA"/>
    <w:rsid w:val="00882757"/>
    <w:rsid w:val="00882FDC"/>
    <w:rsid w:val="008905AA"/>
    <w:rsid w:val="00893A7C"/>
    <w:rsid w:val="00895F5F"/>
    <w:rsid w:val="008C6353"/>
    <w:rsid w:val="008C6546"/>
    <w:rsid w:val="008D0D03"/>
    <w:rsid w:val="008D6506"/>
    <w:rsid w:val="008D6DD9"/>
    <w:rsid w:val="008E2FCC"/>
    <w:rsid w:val="008E5E52"/>
    <w:rsid w:val="008F45F1"/>
    <w:rsid w:val="008F703E"/>
    <w:rsid w:val="008F74C6"/>
    <w:rsid w:val="0090295F"/>
    <w:rsid w:val="00903E74"/>
    <w:rsid w:val="009105E4"/>
    <w:rsid w:val="00932F85"/>
    <w:rsid w:val="0095538C"/>
    <w:rsid w:val="0096277E"/>
    <w:rsid w:val="009637AF"/>
    <w:rsid w:val="00965347"/>
    <w:rsid w:val="00967880"/>
    <w:rsid w:val="00970134"/>
    <w:rsid w:val="009742FB"/>
    <w:rsid w:val="00975BB9"/>
    <w:rsid w:val="00975EC8"/>
    <w:rsid w:val="0097637A"/>
    <w:rsid w:val="00980773"/>
    <w:rsid w:val="00984CB6"/>
    <w:rsid w:val="00985034"/>
    <w:rsid w:val="009851FF"/>
    <w:rsid w:val="00992D3D"/>
    <w:rsid w:val="00997FA0"/>
    <w:rsid w:val="009A6684"/>
    <w:rsid w:val="009A775B"/>
    <w:rsid w:val="009B617E"/>
    <w:rsid w:val="009B69A3"/>
    <w:rsid w:val="009C58AA"/>
    <w:rsid w:val="009C78F3"/>
    <w:rsid w:val="009D7B9C"/>
    <w:rsid w:val="009E09F0"/>
    <w:rsid w:val="009E1CEE"/>
    <w:rsid w:val="009E451D"/>
    <w:rsid w:val="009F1EEF"/>
    <w:rsid w:val="00A010F8"/>
    <w:rsid w:val="00A0201A"/>
    <w:rsid w:val="00A12F59"/>
    <w:rsid w:val="00A17962"/>
    <w:rsid w:val="00A21147"/>
    <w:rsid w:val="00A27D4D"/>
    <w:rsid w:val="00A31A57"/>
    <w:rsid w:val="00A52A6C"/>
    <w:rsid w:val="00A55754"/>
    <w:rsid w:val="00A56E4E"/>
    <w:rsid w:val="00A66AD4"/>
    <w:rsid w:val="00A747C8"/>
    <w:rsid w:val="00A96ACB"/>
    <w:rsid w:val="00AA5022"/>
    <w:rsid w:val="00AB558E"/>
    <w:rsid w:val="00AB6746"/>
    <w:rsid w:val="00AB7625"/>
    <w:rsid w:val="00AC2807"/>
    <w:rsid w:val="00AD1F0C"/>
    <w:rsid w:val="00AD2373"/>
    <w:rsid w:val="00AF04FD"/>
    <w:rsid w:val="00AF0811"/>
    <w:rsid w:val="00AF21CF"/>
    <w:rsid w:val="00AF252E"/>
    <w:rsid w:val="00AF30B6"/>
    <w:rsid w:val="00B02CE2"/>
    <w:rsid w:val="00B05A9F"/>
    <w:rsid w:val="00B07AE8"/>
    <w:rsid w:val="00B112F2"/>
    <w:rsid w:val="00B11E97"/>
    <w:rsid w:val="00B16A1F"/>
    <w:rsid w:val="00B33CE2"/>
    <w:rsid w:val="00B40BD4"/>
    <w:rsid w:val="00B40EB2"/>
    <w:rsid w:val="00B41465"/>
    <w:rsid w:val="00B477BC"/>
    <w:rsid w:val="00B538A5"/>
    <w:rsid w:val="00B5505D"/>
    <w:rsid w:val="00B55DBF"/>
    <w:rsid w:val="00B6186B"/>
    <w:rsid w:val="00B65138"/>
    <w:rsid w:val="00B77277"/>
    <w:rsid w:val="00B82198"/>
    <w:rsid w:val="00B84D83"/>
    <w:rsid w:val="00B878F7"/>
    <w:rsid w:val="00B975BA"/>
    <w:rsid w:val="00BA2A4E"/>
    <w:rsid w:val="00BA3A09"/>
    <w:rsid w:val="00BA584D"/>
    <w:rsid w:val="00BC0A87"/>
    <w:rsid w:val="00BD0ECB"/>
    <w:rsid w:val="00BE0598"/>
    <w:rsid w:val="00BE0624"/>
    <w:rsid w:val="00BE147C"/>
    <w:rsid w:val="00BE47DF"/>
    <w:rsid w:val="00C009C8"/>
    <w:rsid w:val="00C016A2"/>
    <w:rsid w:val="00C06662"/>
    <w:rsid w:val="00C15DC3"/>
    <w:rsid w:val="00C24213"/>
    <w:rsid w:val="00C252C5"/>
    <w:rsid w:val="00C31C6D"/>
    <w:rsid w:val="00C37D34"/>
    <w:rsid w:val="00C44DF1"/>
    <w:rsid w:val="00C4506D"/>
    <w:rsid w:val="00C514A0"/>
    <w:rsid w:val="00C52499"/>
    <w:rsid w:val="00C671E9"/>
    <w:rsid w:val="00C909CF"/>
    <w:rsid w:val="00C911A0"/>
    <w:rsid w:val="00C914D6"/>
    <w:rsid w:val="00C977DD"/>
    <w:rsid w:val="00CA2F5E"/>
    <w:rsid w:val="00CA691E"/>
    <w:rsid w:val="00CC159A"/>
    <w:rsid w:val="00CC42AF"/>
    <w:rsid w:val="00CC56BD"/>
    <w:rsid w:val="00CD1160"/>
    <w:rsid w:val="00CD19F8"/>
    <w:rsid w:val="00CD4644"/>
    <w:rsid w:val="00CE1D0D"/>
    <w:rsid w:val="00CE6E4F"/>
    <w:rsid w:val="00CF34B7"/>
    <w:rsid w:val="00CF4E39"/>
    <w:rsid w:val="00D00EDF"/>
    <w:rsid w:val="00D14B38"/>
    <w:rsid w:val="00D17E98"/>
    <w:rsid w:val="00D22BDA"/>
    <w:rsid w:val="00D2760E"/>
    <w:rsid w:val="00D302B1"/>
    <w:rsid w:val="00D30717"/>
    <w:rsid w:val="00D441B2"/>
    <w:rsid w:val="00D444F7"/>
    <w:rsid w:val="00D44CAA"/>
    <w:rsid w:val="00D53C58"/>
    <w:rsid w:val="00D54932"/>
    <w:rsid w:val="00D55FE1"/>
    <w:rsid w:val="00D60B9C"/>
    <w:rsid w:val="00D6492A"/>
    <w:rsid w:val="00D653BE"/>
    <w:rsid w:val="00D72E1A"/>
    <w:rsid w:val="00D73532"/>
    <w:rsid w:val="00D808E7"/>
    <w:rsid w:val="00D80DC6"/>
    <w:rsid w:val="00D84CD2"/>
    <w:rsid w:val="00D8570B"/>
    <w:rsid w:val="00D85EC5"/>
    <w:rsid w:val="00D86AD2"/>
    <w:rsid w:val="00D97917"/>
    <w:rsid w:val="00DA2375"/>
    <w:rsid w:val="00DA58E0"/>
    <w:rsid w:val="00DA5FF6"/>
    <w:rsid w:val="00DC21B4"/>
    <w:rsid w:val="00DC7BDD"/>
    <w:rsid w:val="00DE27E1"/>
    <w:rsid w:val="00DE3CAA"/>
    <w:rsid w:val="00DF1788"/>
    <w:rsid w:val="00DF24BC"/>
    <w:rsid w:val="00E03D9B"/>
    <w:rsid w:val="00E056BD"/>
    <w:rsid w:val="00E11CE6"/>
    <w:rsid w:val="00E12895"/>
    <w:rsid w:val="00E24EF1"/>
    <w:rsid w:val="00E26EC2"/>
    <w:rsid w:val="00E36C9B"/>
    <w:rsid w:val="00E41524"/>
    <w:rsid w:val="00E51A37"/>
    <w:rsid w:val="00E529FA"/>
    <w:rsid w:val="00E6024E"/>
    <w:rsid w:val="00E61096"/>
    <w:rsid w:val="00E64258"/>
    <w:rsid w:val="00E655D1"/>
    <w:rsid w:val="00E66F6F"/>
    <w:rsid w:val="00E73A86"/>
    <w:rsid w:val="00E7664A"/>
    <w:rsid w:val="00E7690F"/>
    <w:rsid w:val="00E76E07"/>
    <w:rsid w:val="00E774BC"/>
    <w:rsid w:val="00E85482"/>
    <w:rsid w:val="00E8729F"/>
    <w:rsid w:val="00E901B6"/>
    <w:rsid w:val="00E91F2E"/>
    <w:rsid w:val="00EA049E"/>
    <w:rsid w:val="00EA38EF"/>
    <w:rsid w:val="00EC03A5"/>
    <w:rsid w:val="00EC2D5F"/>
    <w:rsid w:val="00ED64B9"/>
    <w:rsid w:val="00EF035F"/>
    <w:rsid w:val="00EF3B39"/>
    <w:rsid w:val="00F03606"/>
    <w:rsid w:val="00F0475E"/>
    <w:rsid w:val="00F10A13"/>
    <w:rsid w:val="00F134BE"/>
    <w:rsid w:val="00F16105"/>
    <w:rsid w:val="00F20B63"/>
    <w:rsid w:val="00F351FE"/>
    <w:rsid w:val="00F365D8"/>
    <w:rsid w:val="00F370CA"/>
    <w:rsid w:val="00F43D4C"/>
    <w:rsid w:val="00F5010D"/>
    <w:rsid w:val="00F50CB7"/>
    <w:rsid w:val="00F51E57"/>
    <w:rsid w:val="00F53EE6"/>
    <w:rsid w:val="00F60FD8"/>
    <w:rsid w:val="00F70208"/>
    <w:rsid w:val="00F74583"/>
    <w:rsid w:val="00F763BC"/>
    <w:rsid w:val="00F7755A"/>
    <w:rsid w:val="00F93C9F"/>
    <w:rsid w:val="00FA579B"/>
    <w:rsid w:val="00FA7679"/>
    <w:rsid w:val="00FB5509"/>
    <w:rsid w:val="00FC287B"/>
    <w:rsid w:val="00FC50C1"/>
    <w:rsid w:val="00FD0C07"/>
    <w:rsid w:val="00FD664F"/>
    <w:rsid w:val="00FE5EEF"/>
    <w:rsid w:val="00FE65E1"/>
    <w:rsid w:val="00FF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4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ddle">
    <w:name w:val="msonormalcxspmiddle"/>
    <w:basedOn w:val="Normal"/>
    <w:uiPriority w:val="99"/>
    <w:rsid w:val="0071540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282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2877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6492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4</Pages>
  <Words>1604</Words>
  <Characters>9144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ЛЕРМОНТОВСКОГО СЕЛЬСКОГО ПОСЕЛЕНИЯ</dc:title>
  <dc:subject/>
  <dc:creator>Специалист</dc:creator>
  <cp:keywords/>
  <dc:description/>
  <cp:lastModifiedBy>User</cp:lastModifiedBy>
  <cp:revision>5</cp:revision>
  <cp:lastPrinted>2006-12-31T20:37:00Z</cp:lastPrinted>
  <dcterms:created xsi:type="dcterms:W3CDTF">2014-12-25T04:51:00Z</dcterms:created>
  <dcterms:modified xsi:type="dcterms:W3CDTF">2014-12-25T09:06:00Z</dcterms:modified>
</cp:coreProperties>
</file>