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A3" w:rsidRPr="000D76A6" w:rsidRDefault="005D1EA3" w:rsidP="001A49EE">
      <w:pPr>
        <w:jc w:val="center"/>
        <w:rPr>
          <w:b/>
          <w:sz w:val="28"/>
          <w:szCs w:val="28"/>
        </w:rPr>
      </w:pPr>
      <w:r w:rsidRPr="000D76A6">
        <w:rPr>
          <w:b/>
          <w:sz w:val="28"/>
          <w:szCs w:val="28"/>
        </w:rPr>
        <w:t>Информационная справка</w:t>
      </w:r>
    </w:p>
    <w:p w:rsidR="005D1EA3" w:rsidRPr="000D76A6" w:rsidRDefault="005D1EA3" w:rsidP="001A49EE">
      <w:pPr>
        <w:jc w:val="center"/>
        <w:rPr>
          <w:b/>
          <w:sz w:val="28"/>
          <w:szCs w:val="28"/>
        </w:rPr>
      </w:pPr>
      <w:r w:rsidRPr="000D76A6">
        <w:rPr>
          <w:b/>
          <w:sz w:val="28"/>
          <w:szCs w:val="28"/>
        </w:rPr>
        <w:t>о состоянии работы с обращениями граждан,</w:t>
      </w:r>
    </w:p>
    <w:p w:rsidR="005D1EA3" w:rsidRPr="000D76A6" w:rsidRDefault="005D1EA3" w:rsidP="001A49EE">
      <w:pPr>
        <w:jc w:val="center"/>
        <w:rPr>
          <w:b/>
          <w:sz w:val="28"/>
          <w:szCs w:val="28"/>
        </w:rPr>
      </w:pPr>
      <w:r w:rsidRPr="000D76A6">
        <w:rPr>
          <w:b/>
          <w:sz w:val="28"/>
          <w:szCs w:val="28"/>
        </w:rPr>
        <w:t xml:space="preserve">поступивших в администрацию </w:t>
      </w:r>
      <w:r>
        <w:rPr>
          <w:b/>
          <w:sz w:val="28"/>
          <w:szCs w:val="28"/>
        </w:rPr>
        <w:t xml:space="preserve">Октябрьского сельсовета </w:t>
      </w:r>
      <w:r w:rsidRPr="000D76A6">
        <w:rPr>
          <w:b/>
          <w:sz w:val="28"/>
          <w:szCs w:val="28"/>
        </w:rPr>
        <w:t>Краснозерского района</w:t>
      </w:r>
      <w:r>
        <w:rPr>
          <w:b/>
          <w:sz w:val="28"/>
          <w:szCs w:val="28"/>
        </w:rPr>
        <w:t xml:space="preserve"> Новосибирской области</w:t>
      </w:r>
    </w:p>
    <w:p w:rsidR="005D1EA3" w:rsidRPr="000D76A6" w:rsidRDefault="005D1EA3" w:rsidP="001A4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первый квартал  2017 года</w:t>
      </w:r>
      <w:r w:rsidRPr="000D76A6">
        <w:rPr>
          <w:b/>
          <w:sz w:val="28"/>
          <w:szCs w:val="28"/>
        </w:rPr>
        <w:t>.</w:t>
      </w:r>
    </w:p>
    <w:p w:rsidR="005D1EA3" w:rsidRDefault="005D1EA3" w:rsidP="001A49EE">
      <w:pPr>
        <w:jc w:val="center"/>
        <w:rPr>
          <w:sz w:val="28"/>
          <w:szCs w:val="28"/>
        </w:rPr>
      </w:pPr>
    </w:p>
    <w:p w:rsidR="005D1EA3" w:rsidRDefault="005D1EA3" w:rsidP="001A49EE">
      <w:pPr>
        <w:rPr>
          <w:sz w:val="28"/>
          <w:szCs w:val="28"/>
        </w:rPr>
      </w:pPr>
      <w:r>
        <w:rPr>
          <w:sz w:val="28"/>
          <w:szCs w:val="28"/>
        </w:rPr>
        <w:t>Рассмотрение обращений граждан, адресованных Главе Октябрьского сельсовета  Краснозерского района Новосибирской области, ведется в соответствии с Конституцией Российской Федерации, действующим федеральным и областным законодательством, нормативными правовыми актами Новосибирской области, Инструкцией о порядке организации работы с обращениями граждан, утвержденной постановлением администрации Октябрьского сельсовета Краснозерского района Новосибирской области от 28.05.2015 г. № 43 «Об утверждении Инструкции по организации работы с обращениями граждан и проведению личного приема граждан администрации Октябрьского сельсовета Краснозерского района Новосибирской области ».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гражданам обратиться к Главе Октябрьского сельсовета  реализована путем направления письменных обращений, </w:t>
      </w:r>
      <w:r>
        <w:rPr>
          <w:color w:val="000000"/>
          <w:sz w:val="28"/>
          <w:szCs w:val="28"/>
        </w:rPr>
        <w:t xml:space="preserve">через официальный интернет-сайт администрации </w:t>
      </w:r>
      <w:r>
        <w:rPr>
          <w:sz w:val="28"/>
          <w:szCs w:val="28"/>
        </w:rPr>
        <w:t>Октябрьского сельсовета в форме электронного документа, а также лично на личных приемах граждан Главой Октябрьского сельсовета.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организации работы по рассмотрению обращений граждан и проведению личного приема граждан в администрации Октябрьского сельсовета Краснозерского района установлены постановлением администрации Октябрьского сельсовета от 28.05.2015г. № 43 «Об утверждении Инструкции по организации работы с обращениями граждан и проведению личного приема граждан в администрации Октябрьского сельсовета Краснозерского района Новосибирской области».</w:t>
      </w:r>
    </w:p>
    <w:p w:rsidR="005D1EA3" w:rsidRDefault="005D1EA3" w:rsidP="001A49EE">
      <w:pPr>
        <w:jc w:val="center"/>
        <w:rPr>
          <w:sz w:val="28"/>
          <w:szCs w:val="28"/>
        </w:rPr>
      </w:pP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первый квартал 2017 года  Главе Октябрьского сельсовета поступило </w:t>
      </w:r>
      <w:r>
        <w:rPr>
          <w:b/>
          <w:sz w:val="28"/>
          <w:szCs w:val="28"/>
        </w:rPr>
        <w:t xml:space="preserve"> 5 </w:t>
      </w:r>
      <w:r>
        <w:rPr>
          <w:sz w:val="28"/>
          <w:szCs w:val="28"/>
        </w:rPr>
        <w:t>обращений граждан, в том числе: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- 1 письменных обращения, (за первый квартал 2016 года – 2)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устных обращений, (за первый квартал 2016 года -1) 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- 2 обращений на «горячий телефон» (за первый квартал 2016 года -2)</w:t>
      </w:r>
    </w:p>
    <w:p w:rsidR="005D1EA3" w:rsidRDefault="005D1EA3" w:rsidP="00473B5A">
      <w:pPr>
        <w:rPr>
          <w:b/>
          <w:sz w:val="28"/>
          <w:szCs w:val="28"/>
        </w:rPr>
      </w:pPr>
    </w:p>
    <w:p w:rsidR="005D1EA3" w:rsidRDefault="005D1EA3" w:rsidP="001A49E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Письменные обращения граждан.</w:t>
      </w:r>
    </w:p>
    <w:p w:rsidR="005D1EA3" w:rsidRPr="00EA75B8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 первый квартал 2017 года</w:t>
      </w:r>
      <w:r w:rsidRPr="00EA75B8">
        <w:rPr>
          <w:sz w:val="28"/>
          <w:szCs w:val="28"/>
        </w:rPr>
        <w:t xml:space="preserve"> в администрацию </w:t>
      </w:r>
      <w:r>
        <w:rPr>
          <w:sz w:val="28"/>
          <w:szCs w:val="28"/>
        </w:rPr>
        <w:t xml:space="preserve">Октябрьского сельсовета  поступило  1 </w:t>
      </w:r>
      <w:r w:rsidRPr="00EA75B8">
        <w:rPr>
          <w:sz w:val="28"/>
          <w:szCs w:val="28"/>
        </w:rPr>
        <w:t>письменн</w:t>
      </w:r>
      <w:r>
        <w:rPr>
          <w:sz w:val="28"/>
          <w:szCs w:val="28"/>
        </w:rPr>
        <w:t>ое</w:t>
      </w:r>
      <w:r w:rsidRPr="00EA75B8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 xml:space="preserve">е </w:t>
      </w:r>
      <w:r w:rsidRPr="00EA75B8">
        <w:rPr>
          <w:sz w:val="28"/>
          <w:szCs w:val="28"/>
        </w:rPr>
        <w:t xml:space="preserve"> </w:t>
      </w:r>
      <w:r>
        <w:rPr>
          <w:sz w:val="28"/>
          <w:szCs w:val="28"/>
        </w:rPr>
        <w:t>(за первый квартал 2016 года – 2)</w:t>
      </w:r>
      <w:r w:rsidRPr="00EA75B8">
        <w:rPr>
          <w:sz w:val="28"/>
          <w:szCs w:val="28"/>
        </w:rPr>
        <w:t xml:space="preserve"> (в форме электронного документа через официальный сайт администра</w:t>
      </w:r>
      <w:r>
        <w:rPr>
          <w:sz w:val="28"/>
          <w:szCs w:val="28"/>
        </w:rPr>
        <w:t xml:space="preserve">ции Октябрьского сельсовета - 0) </w:t>
      </w:r>
      <w:r w:rsidRPr="00B54373">
        <w:rPr>
          <w:sz w:val="28"/>
          <w:szCs w:val="28"/>
        </w:rPr>
        <w:t xml:space="preserve"> </w:t>
      </w:r>
      <w:r>
        <w:rPr>
          <w:sz w:val="28"/>
          <w:szCs w:val="28"/>
        </w:rPr>
        <w:t>(за первый квартал 2016 года – 0)</w:t>
      </w:r>
    </w:p>
    <w:p w:rsidR="005D1EA3" w:rsidRPr="00EA75B8" w:rsidRDefault="005D1EA3" w:rsidP="001A49EE">
      <w:pPr>
        <w:ind w:firstLine="709"/>
        <w:jc w:val="both"/>
        <w:rPr>
          <w:sz w:val="28"/>
          <w:szCs w:val="28"/>
        </w:rPr>
      </w:pPr>
      <w:r w:rsidRPr="00EA75B8">
        <w:rPr>
          <w:bCs/>
          <w:sz w:val="28"/>
          <w:szCs w:val="28"/>
        </w:rPr>
        <w:t>По видам</w:t>
      </w:r>
      <w:r w:rsidRPr="00EA75B8">
        <w:rPr>
          <w:sz w:val="28"/>
          <w:szCs w:val="28"/>
        </w:rPr>
        <w:t xml:space="preserve"> письменные обращения подразделяются на:</w:t>
      </w:r>
    </w:p>
    <w:p w:rsidR="005D1EA3" w:rsidRPr="00EA75B8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>
        <w:rPr>
          <w:bCs/>
          <w:sz w:val="28"/>
          <w:szCs w:val="28"/>
        </w:rPr>
        <w:t>заявления</w:t>
      </w:r>
      <w:r>
        <w:rPr>
          <w:sz w:val="28"/>
          <w:szCs w:val="28"/>
        </w:rPr>
        <w:t xml:space="preserve"> (просьба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лиц) – 1; (за первый квартал 2016 года – 1)</w:t>
      </w:r>
    </w:p>
    <w:p w:rsidR="005D1EA3" w:rsidRDefault="005D1EA3" w:rsidP="001A49EE">
      <w:pPr>
        <w:jc w:val="both"/>
        <w:rPr>
          <w:sz w:val="28"/>
          <w:szCs w:val="28"/>
        </w:rPr>
      </w:pPr>
    </w:p>
    <w:p w:rsidR="005D1EA3" w:rsidRPr="00EA75B8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конфликты на бытовой почве - 0;</w:t>
      </w:r>
      <w:r w:rsidRPr="00323A33">
        <w:rPr>
          <w:sz w:val="28"/>
          <w:szCs w:val="28"/>
        </w:rPr>
        <w:t xml:space="preserve"> </w:t>
      </w:r>
      <w:r>
        <w:rPr>
          <w:sz w:val="28"/>
          <w:szCs w:val="28"/>
        </w:rPr>
        <w:t>(за первый квартал 2016 года – 0)</w:t>
      </w:r>
    </w:p>
    <w:p w:rsidR="005D1EA3" w:rsidRDefault="005D1EA3" w:rsidP="001A49EE">
      <w:pPr>
        <w:jc w:val="both"/>
        <w:rPr>
          <w:sz w:val="28"/>
          <w:szCs w:val="28"/>
        </w:rPr>
      </w:pPr>
    </w:p>
    <w:p w:rsidR="005D1EA3" w:rsidRDefault="005D1EA3" w:rsidP="001A49EE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 первый квартал 2017 года</w:t>
      </w:r>
      <w:r w:rsidRPr="00EA75B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 Управления по работе с обращениями граждан – общественной приемной Губернатора области и из Управления Президента РФ по работе с обращениями граждан не поступило ни одного обращения </w:t>
      </w:r>
      <w:r>
        <w:rPr>
          <w:sz w:val="28"/>
          <w:szCs w:val="28"/>
        </w:rPr>
        <w:t>(за первый квартал 2016 года – 0)</w:t>
      </w:r>
    </w:p>
    <w:p w:rsidR="005D1EA3" w:rsidRDefault="005D1EA3" w:rsidP="00C15015">
      <w:pPr>
        <w:rPr>
          <w:b/>
          <w:sz w:val="28"/>
          <w:szCs w:val="28"/>
        </w:rPr>
      </w:pPr>
    </w:p>
    <w:p w:rsidR="005D1EA3" w:rsidRDefault="005D1EA3" w:rsidP="001A4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Устные обращения граждан.</w:t>
      </w:r>
    </w:p>
    <w:p w:rsidR="005D1EA3" w:rsidRPr="0078064F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первом квартале 2017 года в администрацию Октябрьского сельсовета  поступило 2</w:t>
      </w:r>
      <w:r w:rsidRPr="00B80ABD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я</w:t>
      </w:r>
      <w:r w:rsidRPr="00B80ABD">
        <w:rPr>
          <w:sz w:val="28"/>
          <w:szCs w:val="28"/>
        </w:rPr>
        <w:t xml:space="preserve"> граждан на </w:t>
      </w:r>
      <w:r w:rsidRPr="00B80ABD">
        <w:rPr>
          <w:b/>
          <w:sz w:val="28"/>
          <w:szCs w:val="28"/>
        </w:rPr>
        <w:t xml:space="preserve">«горячий телефон» </w:t>
      </w:r>
      <w:r w:rsidRPr="00B80ABD">
        <w:rPr>
          <w:sz w:val="28"/>
          <w:szCs w:val="28"/>
        </w:rPr>
        <w:t>по вопросам</w:t>
      </w:r>
      <w:r>
        <w:rPr>
          <w:sz w:val="28"/>
          <w:szCs w:val="28"/>
        </w:rPr>
        <w:t xml:space="preserve"> коммунально  - бытового хозяйства и предоставления услуг в условиях рынка,  о личных и коллективных</w:t>
      </w:r>
      <w:r w:rsidRPr="0078064F">
        <w:rPr>
          <w:sz w:val="28"/>
          <w:szCs w:val="28"/>
        </w:rPr>
        <w:t xml:space="preserve"> обращения</w:t>
      </w:r>
      <w:r>
        <w:rPr>
          <w:sz w:val="28"/>
          <w:szCs w:val="28"/>
        </w:rPr>
        <w:t>х</w:t>
      </w:r>
      <w:r w:rsidRPr="0078064F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 </w:t>
      </w:r>
      <w:r w:rsidRPr="00B54373">
        <w:rPr>
          <w:sz w:val="28"/>
          <w:szCs w:val="28"/>
        </w:rPr>
        <w:t xml:space="preserve"> </w:t>
      </w:r>
      <w:r>
        <w:rPr>
          <w:sz w:val="28"/>
          <w:szCs w:val="28"/>
        </w:rPr>
        <w:t>(в первом квартале 2016 года – 1)</w:t>
      </w:r>
    </w:p>
    <w:p w:rsidR="005D1EA3" w:rsidRDefault="005D1EA3" w:rsidP="001A49E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рассмотрения обращений:</w:t>
      </w:r>
    </w:p>
    <w:p w:rsidR="005D1EA3" w:rsidRDefault="005D1EA3" w:rsidP="001A49E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меры приняты – по 2 обращениям </w:t>
      </w:r>
      <w:r>
        <w:rPr>
          <w:sz w:val="28"/>
          <w:szCs w:val="28"/>
        </w:rPr>
        <w:t>(в</w:t>
      </w:r>
      <w:r w:rsidRPr="00C15015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 квартале 2016 года –  по 2)</w:t>
      </w:r>
      <w:r>
        <w:rPr>
          <w:color w:val="000000"/>
          <w:sz w:val="28"/>
          <w:szCs w:val="28"/>
        </w:rPr>
        <w:t>;</w:t>
      </w:r>
    </w:p>
    <w:p w:rsidR="005D1EA3" w:rsidRDefault="005D1EA3" w:rsidP="005A17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Всем гражданам, обратившимся к Главе Октябрьского сельсовета по телефону, даны ответы в установленные законодательством РФ сроки. 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</w:p>
    <w:p w:rsidR="005D1EA3" w:rsidRDefault="005D1EA3" w:rsidP="001A4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Личный прием граждан.</w:t>
      </w:r>
    </w:p>
    <w:p w:rsidR="005D1EA3" w:rsidRDefault="005D1EA3" w:rsidP="001A49EE">
      <w:pPr>
        <w:spacing w:line="24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Личный прием граждан в администрации Октябрьского сельсовета </w:t>
      </w:r>
      <w:r>
        <w:rPr>
          <w:sz w:val="28"/>
          <w:szCs w:val="28"/>
        </w:rPr>
        <w:t>Краснозерского</w:t>
      </w:r>
      <w:r>
        <w:rPr>
          <w:color w:val="000000"/>
          <w:sz w:val="28"/>
          <w:szCs w:val="28"/>
        </w:rPr>
        <w:t xml:space="preserve"> района Новосибирской области проводится в соответствии </w:t>
      </w:r>
      <w:r>
        <w:rPr>
          <w:sz w:val="28"/>
          <w:szCs w:val="28"/>
        </w:rPr>
        <w:t>с постановлением администрации Октябрьского сельсовета от 26.06.2015 № 54п</w:t>
      </w:r>
      <w:r w:rsidRPr="00B80ABD">
        <w:rPr>
          <w:sz w:val="28"/>
          <w:szCs w:val="28"/>
        </w:rPr>
        <w:t xml:space="preserve"> «Об</w:t>
      </w:r>
      <w:r>
        <w:rPr>
          <w:sz w:val="28"/>
          <w:szCs w:val="28"/>
        </w:rPr>
        <w:t xml:space="preserve"> утверждении Инструкции по  организации работы с обращениями граждан и проведению личного приема граждан в администрации Октябрьского сельсовета» проводится еженедельно   по пятницам. Время  проведения приема с 14.00 до 17.00</w:t>
      </w:r>
    </w:p>
    <w:p w:rsidR="005D1EA3" w:rsidRDefault="005D1EA3" w:rsidP="001A49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первом квартале 2017 года  Глава Октябрьского сельсовета провел 2 личных приема граждан </w:t>
      </w:r>
      <w:r w:rsidRPr="00B543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первом квартале 2016 года – 2) принято 2 человека (в первом квартале 2016  года – 2). </w:t>
      </w:r>
    </w:p>
    <w:p w:rsidR="005D1EA3" w:rsidRDefault="005D1EA3" w:rsidP="001A49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вопросы, обсуждаемые на личных приемах: </w:t>
      </w:r>
    </w:p>
    <w:p w:rsidR="005D1EA3" w:rsidRDefault="005D1EA3" w:rsidP="001A49EE">
      <w:pPr>
        <w:jc w:val="both"/>
        <w:rPr>
          <w:sz w:val="28"/>
          <w:szCs w:val="28"/>
        </w:rPr>
      </w:pPr>
      <w:r>
        <w:rPr>
          <w:sz w:val="28"/>
          <w:szCs w:val="28"/>
        </w:rPr>
        <w:t>- жилищно-коммунальная сфера – 2 (в первом квартале 2017 года – 2)  - чистка дорог</w:t>
      </w:r>
      <w:r w:rsidRPr="00B80ABD">
        <w:rPr>
          <w:sz w:val="28"/>
          <w:szCs w:val="28"/>
        </w:rPr>
        <w:t>,</w:t>
      </w:r>
      <w:r>
        <w:rPr>
          <w:sz w:val="28"/>
          <w:szCs w:val="28"/>
        </w:rPr>
        <w:t xml:space="preserve"> подключение воды, </w:t>
      </w:r>
      <w:r w:rsidRPr="00B80ABD">
        <w:rPr>
          <w:sz w:val="28"/>
          <w:szCs w:val="28"/>
        </w:rPr>
        <w:t xml:space="preserve"> замена л</w:t>
      </w:r>
      <w:r>
        <w:rPr>
          <w:sz w:val="28"/>
          <w:szCs w:val="28"/>
        </w:rPr>
        <w:t xml:space="preserve">амп уличного освещения, </w:t>
      </w:r>
      <w:r w:rsidRPr="00B80ABD">
        <w:rPr>
          <w:sz w:val="28"/>
          <w:szCs w:val="28"/>
        </w:rPr>
        <w:t xml:space="preserve"> подготовка жилого фонда к зиме</w:t>
      </w:r>
      <w:r>
        <w:rPr>
          <w:sz w:val="28"/>
          <w:szCs w:val="28"/>
        </w:rPr>
        <w:t xml:space="preserve">  </w:t>
      </w:r>
    </w:p>
    <w:p w:rsidR="005D1EA3" w:rsidRDefault="005D1EA3" w:rsidP="001A49EE">
      <w:pPr>
        <w:jc w:val="both"/>
        <w:rPr>
          <w:sz w:val="28"/>
          <w:szCs w:val="28"/>
        </w:rPr>
      </w:pPr>
    </w:p>
    <w:p w:rsidR="005D1EA3" w:rsidRDefault="005D1EA3" w:rsidP="001A49E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рассмотрения устных обращений приняты меры – по 2 обращениям</w:t>
      </w:r>
      <w:r w:rsidRPr="00B543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первом квартале 2016  года меры приняты – по </w:t>
      </w:r>
      <w:bookmarkStart w:id="0" w:name="_GoBack"/>
      <w:bookmarkEnd w:id="0"/>
      <w:r>
        <w:rPr>
          <w:sz w:val="28"/>
          <w:szCs w:val="28"/>
        </w:rPr>
        <w:t>2 обращениям)</w:t>
      </w:r>
    </w:p>
    <w:p w:rsidR="005D1EA3" w:rsidRDefault="005D1EA3" w:rsidP="005A17E0">
      <w:pPr>
        <w:ind w:firstLine="708"/>
        <w:jc w:val="both"/>
      </w:pPr>
      <w:r>
        <w:rPr>
          <w:sz w:val="28"/>
          <w:szCs w:val="28"/>
        </w:rPr>
        <w:t>Всем гражданам, обратившимся к Главе Октябрьского сельсовета Краснозерского района, даны ответы в установленные законодательством РФ сроки.</w:t>
      </w:r>
    </w:p>
    <w:sectPr w:rsidR="005D1EA3" w:rsidSect="00AD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9EE"/>
    <w:rsid w:val="000D76A6"/>
    <w:rsid w:val="001A49EE"/>
    <w:rsid w:val="00323A33"/>
    <w:rsid w:val="00473B5A"/>
    <w:rsid w:val="004A5899"/>
    <w:rsid w:val="005748B3"/>
    <w:rsid w:val="005A17E0"/>
    <w:rsid w:val="005D1EA3"/>
    <w:rsid w:val="00690A31"/>
    <w:rsid w:val="006D3CA7"/>
    <w:rsid w:val="0078064F"/>
    <w:rsid w:val="00901E4A"/>
    <w:rsid w:val="00945BFA"/>
    <w:rsid w:val="00A26960"/>
    <w:rsid w:val="00A57CAF"/>
    <w:rsid w:val="00AD7632"/>
    <w:rsid w:val="00B54373"/>
    <w:rsid w:val="00B80ABD"/>
    <w:rsid w:val="00C15015"/>
    <w:rsid w:val="00DD7E94"/>
    <w:rsid w:val="00E12AF6"/>
    <w:rsid w:val="00EA75B8"/>
    <w:rsid w:val="00FC4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9EE"/>
    <w:pPr>
      <w:suppressAutoHyphens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149</TotalTime>
  <Pages>2</Pages>
  <Words>696</Words>
  <Characters>3971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2017-01-26T04:11:00Z</dcterms:created>
  <dcterms:modified xsi:type="dcterms:W3CDTF">2017-04-17T08:53:00Z</dcterms:modified>
</cp:coreProperties>
</file>